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26832371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 w:rsidRPr="009408A5">
        <w:rPr>
          <w:rFonts w:eastAsia="Times New Roman" w:cs="Times New Roman"/>
          <w:b/>
          <w:lang w:eastAsia="cs-CZ"/>
        </w:rPr>
        <w:t>„</w:t>
      </w:r>
      <w:bookmarkEnd w:id="0"/>
      <w:r w:rsidR="009408A5" w:rsidRPr="009408A5">
        <w:rPr>
          <w:b/>
          <w:bCs/>
        </w:rPr>
        <w:t>Pravidelná kontrola, revize plynových a tlakových zařízení v obvodu OŘ PHA 2025–2027</w:t>
      </w:r>
      <w:r w:rsidRPr="009408A5">
        <w:rPr>
          <w:rFonts w:eastAsia="Times New Roman" w:cs="Times New Roman"/>
          <w:b/>
          <w:lang w:eastAsia="cs-CZ"/>
        </w:rPr>
        <w:t>“</w:t>
      </w:r>
      <w:r w:rsidRPr="009408A5">
        <w:rPr>
          <w:rFonts w:eastAsia="Times New Roman" w:cs="Times New Roman"/>
          <w:lang w:eastAsia="cs-CZ"/>
        </w:rPr>
        <w:t xml:space="preserve">, č.j. </w:t>
      </w:r>
      <w:r w:rsidR="009408A5" w:rsidRPr="009408A5">
        <w:rPr>
          <w:rFonts w:eastAsia="Times New Roman" w:cs="Times New Roman"/>
          <w:lang w:eastAsia="cs-CZ"/>
        </w:rPr>
        <w:t>8647/2025-SŽ-OŘ PHA-OVZ</w:t>
      </w:r>
      <w:r w:rsidRPr="009408A5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9408A5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9408A5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688800DF" w:rsidR="009F392E" w:rsidRPr="00D20FE1" w:rsidRDefault="008145D7" w:rsidP="00D20FE1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9F392E" w:rsidRPr="00D20FE1" w:rsidSect="00551A2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7CEF7C" w14:textId="77777777" w:rsidR="00551A26" w:rsidRDefault="00551A26" w:rsidP="00962258">
      <w:pPr>
        <w:spacing w:after="0" w:line="240" w:lineRule="auto"/>
      </w:pPr>
      <w:r>
        <w:separator/>
      </w:r>
    </w:p>
  </w:endnote>
  <w:endnote w:type="continuationSeparator" w:id="0">
    <w:p w14:paraId="7678CA27" w14:textId="77777777" w:rsidR="00551A26" w:rsidRDefault="00551A2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D20FE1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20FE1">
          <w:pPr>
            <w:pStyle w:val="Zpat"/>
            <w:spacing w:before="0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20FE1">
          <w:pPr>
            <w:pStyle w:val="Zpat"/>
            <w:spacing w:before="0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20FE1">
          <w:pPr>
            <w:pStyle w:val="Zpat"/>
            <w:spacing w:before="0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20FE1">
          <w:pPr>
            <w:pStyle w:val="Zpat"/>
            <w:spacing w:before="0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20FE1">
          <w:pPr>
            <w:pStyle w:val="Zpat"/>
            <w:spacing w:before="0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08B17623" w14:textId="77777777" w:rsidR="00F1715C" w:rsidRDefault="00D20FE1" w:rsidP="00D20FE1">
          <w:pPr>
            <w:pStyle w:val="Zpat"/>
            <w:spacing w:before="0"/>
          </w:pPr>
          <w:r>
            <w:t xml:space="preserve">Oblastní ředitelství Praha </w:t>
          </w:r>
        </w:p>
        <w:p w14:paraId="573EDD59" w14:textId="77777777" w:rsidR="00D20FE1" w:rsidRDefault="00D20FE1" w:rsidP="00D20FE1">
          <w:pPr>
            <w:pStyle w:val="Zpat"/>
            <w:spacing w:before="0"/>
          </w:pPr>
          <w:r>
            <w:t>Partyzánská 24</w:t>
          </w:r>
        </w:p>
        <w:p w14:paraId="59466B9A" w14:textId="411D0300" w:rsidR="00D20FE1" w:rsidRDefault="00D20FE1" w:rsidP="00D20FE1">
          <w:pPr>
            <w:pStyle w:val="Zpat"/>
            <w:spacing w:before="0"/>
          </w:pPr>
          <w:r>
            <w:t>170 00 Praha 7</w:t>
          </w:r>
        </w:p>
      </w:tc>
    </w:tr>
  </w:tbl>
  <w:p w14:paraId="59466B9C" w14:textId="77777777" w:rsidR="00F1715C" w:rsidRPr="00B8518B" w:rsidRDefault="00F1715C" w:rsidP="00D20FE1">
    <w:pPr>
      <w:pStyle w:val="Zpat"/>
      <w:spacing w:before="0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47A916" w14:textId="77777777" w:rsidR="00551A26" w:rsidRDefault="00551A26" w:rsidP="00962258">
      <w:pPr>
        <w:spacing w:after="0" w:line="240" w:lineRule="auto"/>
      </w:pPr>
      <w:r>
        <w:separator/>
      </w:r>
    </w:p>
  </w:footnote>
  <w:footnote w:type="continuationSeparator" w:id="0">
    <w:p w14:paraId="17A19BBF" w14:textId="77777777" w:rsidR="00551A26" w:rsidRDefault="00551A2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A63A0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1A26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8A5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0FE1"/>
    <w:rsid w:val="00D21061"/>
    <w:rsid w:val="00D25C09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9C16D5"/>
    <w:rsid w:val="00B72819"/>
    <w:rsid w:val="00BE31C7"/>
    <w:rsid w:val="00C601C7"/>
    <w:rsid w:val="00D25C09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90</TotalTime>
  <Pages>1</Pages>
  <Words>478</Words>
  <Characters>2825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Schmittová Pavlína</cp:lastModifiedBy>
  <cp:revision>11</cp:revision>
  <cp:lastPrinted>2017-11-28T17:18:00Z</cp:lastPrinted>
  <dcterms:created xsi:type="dcterms:W3CDTF">2023-11-16T10:29:00Z</dcterms:created>
  <dcterms:modified xsi:type="dcterms:W3CDTF">2025-03-05T10:34:00Z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